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7545D8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545D8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545D8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545D8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545D8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545D8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545D8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545D8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734451" w:rsidRDefault="00502235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5DA07B7F" wp14:editId="70AE99BD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0" t="635" r="0" b="4445"/>
                      <wp:wrapNone/>
                      <wp:docPr id="13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2A76FD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proofErr w:type="spellStart"/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Ectatic</w:t>
                                  </w:r>
                                  <w:proofErr w:type="spellEnd"/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2.6cm</w:t>
                                  </w: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55pt;margin-top:17.3pt;width:154.7pt;height:13.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" filled="f" stroked="f" strokeweight=".5pt">
                      <v:textbox inset="0,0,0,0">
                        <w:txbxContent>
                          <w:p w:rsidR="00C003DC" w:rsidRPr="002A76FD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>Ectatic 2.6cm</w:t>
                            </w: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754CE95C" wp14:editId="22A15873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2555875"/>
                      <wp:effectExtent l="0" t="1270" r="1270" b="3810"/>
                      <wp:wrapNone/>
                      <wp:docPr id="134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255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7545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Tri-Biphasic </w:t>
                                  </w:r>
                                </w:p>
                                <w:p w:rsidR="007545D8" w:rsidRPr="002A76FD" w:rsidRDefault="007545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2A76FD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Tri-Biphasic</w:t>
                                  </w:r>
                                </w:p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2A76FD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Tri-Biphasic </w:t>
                                  </w:r>
                                </w:p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545D8" w:rsidRPr="002A76FD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Tri-Biphasic </w:t>
                                  </w:r>
                                </w:p>
                                <w:p w:rsidR="00FA7ABC" w:rsidRPr="002A76FD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2A76FD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</w:t>
                                  </w:r>
                                  <w:r w:rsidR="007545D8" w:rsidRP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Triphasic/ Hypereamic distally. </w:t>
                                  </w:r>
                                </w:p>
                                <w:p w:rsidR="007545D8" w:rsidRPr="002A76FD" w:rsidRDefault="007545D8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Hypereamic</w:t>
                                  </w:r>
                                </w:p>
                                <w:p w:rsidR="007545D8" w:rsidRPr="002A76FD" w:rsidRDefault="007545D8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7545D8" w:rsidRPr="002A76FD" w:rsidRDefault="007545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&gt;75% stenosis proximally, hypereamic waveforms distally. </w:t>
                                  </w:r>
                                </w:p>
                                <w:p w:rsidR="007545D8" w:rsidRPr="002A76FD" w:rsidRDefault="007545D8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2A76FD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2A76FD" w:rsidRDefault="00FA7ABC" w:rsidP="007545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7545D8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hypereamic distally. </w:t>
                                  </w:r>
                                </w:p>
                                <w:p w:rsidR="00FA7ABC" w:rsidRPr="002A76FD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01.2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" filled="f" stroked="f" strokeweight=".5pt">
                      <v:textbox style="mso-fit-shape-to-text:t" inset="0,0,0,0">
                        <w:txbxContent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7545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Tri-Biphasic </w:t>
                            </w:r>
                          </w:p>
                          <w:p w:rsidR="007545D8" w:rsidRPr="002A76FD" w:rsidRDefault="007545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2A76FD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Tri-Biphasic</w:t>
                            </w:r>
                          </w:p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2A76FD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Tri-Biphasic </w:t>
                            </w:r>
                          </w:p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545D8" w:rsidRPr="002A76FD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Tri-Biphasic </w:t>
                            </w:r>
                          </w:p>
                          <w:p w:rsidR="00FA7ABC" w:rsidRPr="002A76FD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2A76FD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</w:t>
                            </w:r>
                            <w:r w:rsidR="007545D8" w:rsidRP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/ Hypereamic distally. </w:t>
                            </w:r>
                          </w:p>
                          <w:p w:rsidR="007545D8" w:rsidRPr="002A76FD" w:rsidRDefault="007545D8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>Hypereamic</w:t>
                            </w:r>
                          </w:p>
                          <w:p w:rsidR="007545D8" w:rsidRPr="002A76FD" w:rsidRDefault="007545D8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7545D8" w:rsidRPr="002A76FD" w:rsidRDefault="007545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&gt;75% stenosis proximally, hypereamic waveforms distally. </w:t>
                            </w:r>
                          </w:p>
                          <w:p w:rsidR="007545D8" w:rsidRPr="002A76FD" w:rsidRDefault="007545D8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2A76FD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2A76FD" w:rsidRDefault="00FA7ABC" w:rsidP="007545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7545D8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hypereamic distally. </w:t>
                            </w:r>
                          </w:p>
                          <w:p w:rsidR="00FA7ABC" w:rsidRPr="002A76FD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22CAE828" wp14:editId="5D38F8BB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4563110</wp:posOffset>
                      </wp:positionV>
                      <wp:extent cx="1151890" cy="467995"/>
                      <wp:effectExtent l="19050" t="19685" r="19685" b="26670"/>
                      <wp:wrapNone/>
                      <wp:docPr id="13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0C0C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071DB" w:rsidRPr="004071DB" w:rsidRDefault="004071DB" w:rsidP="004071DB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 w:rsidRPr="004071DB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LTBPI = </w:t>
                                  </w:r>
                                  <w:r w:rsidR="00502235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0.42</w:t>
                                  </w:r>
                                </w:p>
                              </w:txbxContent>
                            </wps:txbx>
                            <wps:bodyPr rot="0" vert="horz" wrap="square" lIns="36000" tIns="43200" rIns="36000" bIns="43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28" type="#_x0000_t202" style="position:absolute;margin-left:325.5pt;margin-top:359.3pt;width:90.7pt;height:36.8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" strokecolor="red" strokeweight="3pt">
                      <v:shadow color="silver"/>
                      <v:textbox inset="1mm,1.2mm,1mm,1.2mm">
                        <w:txbxContent>
                          <w:p w:rsidR="004071DB" w:rsidRPr="004071DB" w:rsidRDefault="004071DB" w:rsidP="004071DB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 w:rsidRPr="004071DB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LTBPI = </w:t>
                            </w:r>
                            <w:r w:rsidR="00502235">
                              <w:rPr>
                                <w:b/>
                                <w:szCs w:val="16"/>
                                <w:lang w:val="es-ES"/>
                              </w:rPr>
                              <w:t>0.42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>
            <w:bookmarkStart w:id="0" w:name="_GoBack"/>
            <w:bookmarkEnd w:id="0"/>
          </w:p>
          <w:p w:rsidR="00734451" w:rsidRPr="00734451" w:rsidRDefault="00734451" w:rsidP="00734451"/>
          <w:p w:rsidR="00734451" w:rsidRPr="00734451" w:rsidRDefault="00CA361D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6DAB1298" wp14:editId="56F54A4D">
                      <wp:simplePos x="0" y="0"/>
                      <wp:positionH relativeFrom="column">
                        <wp:posOffset>3131532</wp:posOffset>
                      </wp:positionH>
                      <wp:positionV relativeFrom="paragraph">
                        <wp:posOffset>156769</wp:posOffset>
                      </wp:positionV>
                      <wp:extent cx="175878" cy="1741017"/>
                      <wp:effectExtent l="0" t="0" r="15240" b="12065"/>
                      <wp:wrapNone/>
                      <wp:docPr id="136" name="Freeform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5878" cy="1741017"/>
                              </a:xfrm>
                              <a:custGeom>
                                <a:avLst/>
                                <a:gdLst>
                                  <a:gd name="connsiteX0" fmla="*/ 175878 w 175878"/>
                                  <a:gd name="connsiteY0" fmla="*/ 0 h 1741017"/>
                                  <a:gd name="connsiteX1" fmla="*/ 146617 w 175878"/>
                                  <a:gd name="connsiteY1" fmla="*/ 446227 h 1741017"/>
                                  <a:gd name="connsiteX2" fmla="*/ 95411 w 175878"/>
                                  <a:gd name="connsiteY2" fmla="*/ 811987 h 1741017"/>
                                  <a:gd name="connsiteX3" fmla="*/ 36889 w 175878"/>
                                  <a:gd name="connsiteY3" fmla="*/ 1053389 h 1741017"/>
                                  <a:gd name="connsiteX4" fmla="*/ 313 w 175878"/>
                                  <a:gd name="connsiteY4" fmla="*/ 1470355 h 1741017"/>
                                  <a:gd name="connsiteX5" fmla="*/ 22259 w 175878"/>
                                  <a:gd name="connsiteY5" fmla="*/ 1741017 h 17410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75878" h="1741017">
                                    <a:moveTo>
                                      <a:pt x="175878" y="0"/>
                                    </a:moveTo>
                                    <a:cubicBezTo>
                                      <a:pt x="167953" y="155448"/>
                                      <a:pt x="160028" y="310896"/>
                                      <a:pt x="146617" y="446227"/>
                                    </a:cubicBezTo>
                                    <a:cubicBezTo>
                                      <a:pt x="133206" y="581558"/>
                                      <a:pt x="113699" y="710793"/>
                                      <a:pt x="95411" y="811987"/>
                                    </a:cubicBezTo>
                                    <a:cubicBezTo>
                                      <a:pt x="77123" y="913181"/>
                                      <a:pt x="52739" y="943661"/>
                                      <a:pt x="36889" y="1053389"/>
                                    </a:cubicBezTo>
                                    <a:cubicBezTo>
                                      <a:pt x="21039" y="1163117"/>
                                      <a:pt x="2751" y="1355750"/>
                                      <a:pt x="313" y="1470355"/>
                                    </a:cubicBezTo>
                                    <a:cubicBezTo>
                                      <a:pt x="-2125" y="1584960"/>
                                      <a:pt x="10067" y="1662988"/>
                                      <a:pt x="22259" y="1741017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6" o:spid="_x0000_s1026" style="position:absolute;margin-left:246.6pt;margin-top:12.35pt;width:13.85pt;height:137.1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5878,1741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" path="m175878,v-7925,155448,-15850,310896,-29261,446227c133206,581558,113699,710793,95411,811987,77123,913181,52739,943661,36889,1053389,21039,1163117,2751,1355750,313,1470355v-2438,114605,9754,192633,21946,270662e" filled="f" strokecolor="#7f7f7f [1612]" strokeweight="1.5pt">
                      <v:stroke joinstyle="miter"/>
                      <v:path arrowok="t" o:connecttype="custom" o:connectlocs="175878,0;146617,446227;95411,811987;36889,1053389;313,1470355;22259,1741017" o:connectangles="0,0,0,0,0,0"/>
                    </v:shape>
                  </w:pict>
                </mc:Fallback>
              </mc:AlternateContent>
            </w:r>
            <w:r w:rsidR="0050223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B305A32" wp14:editId="2900EB0F">
                      <wp:simplePos x="0" y="0"/>
                      <wp:positionH relativeFrom="column">
                        <wp:posOffset>2971165</wp:posOffset>
                      </wp:positionH>
                      <wp:positionV relativeFrom="paragraph">
                        <wp:posOffset>161925</wp:posOffset>
                      </wp:positionV>
                      <wp:extent cx="326390" cy="3491230"/>
                      <wp:effectExtent l="6350" t="10795" r="10160" b="12700"/>
                      <wp:wrapNone/>
                      <wp:docPr id="132" name="Freeform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6390" cy="3491230"/>
                              </a:xfrm>
                              <a:custGeom>
                                <a:avLst/>
                                <a:gdLst>
                                  <a:gd name="T0" fmla="*/ 504 w 514"/>
                                  <a:gd name="T1" fmla="*/ 0 h 5498"/>
                                  <a:gd name="T2" fmla="*/ 504 w 514"/>
                                  <a:gd name="T3" fmla="*/ 444 h 5498"/>
                                  <a:gd name="T4" fmla="*/ 442 w 514"/>
                                  <a:gd name="T5" fmla="*/ 983 h 5498"/>
                                  <a:gd name="T6" fmla="*/ 367 w 514"/>
                                  <a:gd name="T7" fmla="*/ 1301 h 5498"/>
                                  <a:gd name="T8" fmla="*/ 257 w 514"/>
                                  <a:gd name="T9" fmla="*/ 2043 h 5498"/>
                                  <a:gd name="T10" fmla="*/ 274 w 514"/>
                                  <a:gd name="T11" fmla="*/ 2641 h 5498"/>
                                  <a:gd name="T12" fmla="*/ 177 w 514"/>
                                  <a:gd name="T13" fmla="*/ 3589 h 5498"/>
                                  <a:gd name="T14" fmla="*/ 186 w 514"/>
                                  <a:gd name="T15" fmla="*/ 4279 h 5498"/>
                                  <a:gd name="T16" fmla="*/ 150 w 514"/>
                                  <a:gd name="T17" fmla="*/ 5144 h 5498"/>
                                  <a:gd name="T18" fmla="*/ 0 w 514"/>
                                  <a:gd name="T19" fmla="*/ 5498 h 54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514" h="5498">
                                    <a:moveTo>
                                      <a:pt x="504" y="0"/>
                                    </a:moveTo>
                                    <a:cubicBezTo>
                                      <a:pt x="509" y="140"/>
                                      <a:pt x="514" y="280"/>
                                      <a:pt x="504" y="444"/>
                                    </a:cubicBezTo>
                                    <a:cubicBezTo>
                                      <a:pt x="494" y="608"/>
                                      <a:pt x="465" y="840"/>
                                      <a:pt x="442" y="983"/>
                                    </a:cubicBezTo>
                                    <a:cubicBezTo>
                                      <a:pt x="419" y="1126"/>
                                      <a:pt x="398" y="1124"/>
                                      <a:pt x="367" y="1301"/>
                                    </a:cubicBezTo>
                                    <a:cubicBezTo>
                                      <a:pt x="336" y="1478"/>
                                      <a:pt x="272" y="1820"/>
                                      <a:pt x="257" y="2043"/>
                                    </a:cubicBezTo>
                                    <a:cubicBezTo>
                                      <a:pt x="242" y="2266"/>
                                      <a:pt x="287" y="2383"/>
                                      <a:pt x="274" y="2641"/>
                                    </a:cubicBezTo>
                                    <a:cubicBezTo>
                                      <a:pt x="261" y="2899"/>
                                      <a:pt x="192" y="3316"/>
                                      <a:pt x="177" y="3589"/>
                                    </a:cubicBezTo>
                                    <a:cubicBezTo>
                                      <a:pt x="162" y="3862"/>
                                      <a:pt x="190" y="4020"/>
                                      <a:pt x="186" y="4279"/>
                                    </a:cubicBezTo>
                                    <a:cubicBezTo>
                                      <a:pt x="182" y="4538"/>
                                      <a:pt x="181" y="4941"/>
                                      <a:pt x="150" y="5144"/>
                                    </a:cubicBezTo>
                                    <a:cubicBezTo>
                                      <a:pt x="119" y="5347"/>
                                      <a:pt x="31" y="5424"/>
                                      <a:pt x="0" y="549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4" o:spid="_x0000_s1026" style="position:absolute;margin-left:233.95pt;margin-top:12.75pt;width:25.7pt;height:274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4,5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" path="m504,v5,140,10,280,,444c494,608,465,840,442,983v-23,143,-44,141,-75,318c336,1478,272,1820,257,2043v-15,223,30,340,17,598c261,2899,192,3316,177,3589v-15,273,13,431,9,690c182,4538,181,4941,150,5144,119,5347,31,5424,,5498e" filled="f" strokecolor="#7f7f7f [1612]">
                      <v:path arrowok="t" o:connecttype="custom" o:connectlocs="320040,0;320040,281940;280670,624205;233045,826135;163195,1297305;173990,1677035;112395,2279015;118110,2717165;95250,3266440;0,3491230" o:connectangles="0,0,0,0,0,0,0,0,0,0"/>
                    </v:shape>
                  </w:pict>
                </mc:Fallback>
              </mc:AlternateContent>
            </w:r>
            <w:r w:rsidR="0050223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23466F73" wp14:editId="602E4FD0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161925</wp:posOffset>
                      </wp:positionV>
                      <wp:extent cx="225425" cy="1677035"/>
                      <wp:effectExtent l="10795" t="10795" r="11430" b="17145"/>
                      <wp:wrapNone/>
                      <wp:docPr id="131" name="Freeform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5425" cy="1677035"/>
                              </a:xfrm>
                              <a:custGeom>
                                <a:avLst/>
                                <a:gdLst>
                                  <a:gd name="T0" fmla="*/ 355 w 355"/>
                                  <a:gd name="T1" fmla="*/ 0 h 2641"/>
                                  <a:gd name="T2" fmla="*/ 284 w 355"/>
                                  <a:gd name="T3" fmla="*/ 627 h 2641"/>
                                  <a:gd name="T4" fmla="*/ 222 w 355"/>
                                  <a:gd name="T5" fmla="*/ 1033 h 2641"/>
                                  <a:gd name="T6" fmla="*/ 152 w 355"/>
                                  <a:gd name="T7" fmla="*/ 1290 h 2641"/>
                                  <a:gd name="T8" fmla="*/ 28 w 355"/>
                                  <a:gd name="T9" fmla="*/ 1908 h 2641"/>
                                  <a:gd name="T10" fmla="*/ 1 w 355"/>
                                  <a:gd name="T11" fmla="*/ 2641 h 26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55" h="2641">
                                    <a:moveTo>
                                      <a:pt x="355" y="0"/>
                                    </a:moveTo>
                                    <a:cubicBezTo>
                                      <a:pt x="343" y="104"/>
                                      <a:pt x="306" y="455"/>
                                      <a:pt x="284" y="627"/>
                                    </a:cubicBezTo>
                                    <a:cubicBezTo>
                                      <a:pt x="262" y="799"/>
                                      <a:pt x="244" y="923"/>
                                      <a:pt x="222" y="1033"/>
                                    </a:cubicBezTo>
                                    <a:cubicBezTo>
                                      <a:pt x="200" y="1143"/>
                                      <a:pt x="184" y="1144"/>
                                      <a:pt x="152" y="1290"/>
                                    </a:cubicBezTo>
                                    <a:cubicBezTo>
                                      <a:pt x="120" y="1436"/>
                                      <a:pt x="53" y="1683"/>
                                      <a:pt x="28" y="1908"/>
                                    </a:cubicBezTo>
                                    <a:cubicBezTo>
                                      <a:pt x="3" y="2133"/>
                                      <a:pt x="0" y="2388"/>
                                      <a:pt x="1" y="2641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3" o:spid="_x0000_s1026" style="position:absolute;margin-left:252.3pt;margin-top:12.75pt;width:17.75pt;height:132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5,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" path="m355,c343,104,306,455,284,627v-22,172,-40,296,-62,406c200,1143,184,1144,152,1290,120,1436,53,1683,28,1908,3,2133,,2388,1,2641e" filled="f" strokecolor="#7f7f7f [1612]" strokeweight="1.5pt">
                      <v:path arrowok="t" o:connecttype="custom" o:connectlocs="225425,0;180340,398145;140970,655955;96520,819150;17780,1211580;635,1677035" o:connectangles="0,0,0,0,0,0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502235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BB8D1E0" wp14:editId="2C586D1F">
                      <wp:simplePos x="0" y="0"/>
                      <wp:positionH relativeFrom="column">
                        <wp:posOffset>3239770</wp:posOffset>
                      </wp:positionH>
                      <wp:positionV relativeFrom="paragraph">
                        <wp:posOffset>127000</wp:posOffset>
                      </wp:positionV>
                      <wp:extent cx="118745" cy="112395"/>
                      <wp:effectExtent l="17780" t="32385" r="34925" b="17145"/>
                      <wp:wrapNone/>
                      <wp:docPr id="130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8745" cy="112395"/>
                              </a:xfrm>
                              <a:custGeom>
                                <a:avLst/>
                                <a:gdLst>
                                  <a:gd name="T0" fmla="*/ 1 w 187"/>
                                  <a:gd name="T1" fmla="*/ 0 h 177"/>
                                  <a:gd name="T2" fmla="*/ 10 w 187"/>
                                  <a:gd name="T3" fmla="*/ 80 h 177"/>
                                  <a:gd name="T4" fmla="*/ 37 w 187"/>
                                  <a:gd name="T5" fmla="*/ 89 h 177"/>
                                  <a:gd name="T6" fmla="*/ 99 w 187"/>
                                  <a:gd name="T7" fmla="*/ 115 h 177"/>
                                  <a:gd name="T8" fmla="*/ 187 w 187"/>
                                  <a:gd name="T9" fmla="*/ 177 h 177"/>
                                  <a:gd name="T10" fmla="*/ 107 w 187"/>
                                  <a:gd name="T11" fmla="*/ 115 h 177"/>
                                  <a:gd name="T12" fmla="*/ 1 w 187"/>
                                  <a:gd name="T13" fmla="*/ 0 h 1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7" h="177">
                                    <a:moveTo>
                                      <a:pt x="1" y="0"/>
                                    </a:moveTo>
                                    <a:cubicBezTo>
                                      <a:pt x="4" y="27"/>
                                      <a:pt x="0" y="55"/>
                                      <a:pt x="10" y="80"/>
                                    </a:cubicBezTo>
                                    <a:cubicBezTo>
                                      <a:pt x="14" y="89"/>
                                      <a:pt x="28" y="85"/>
                                      <a:pt x="37" y="89"/>
                                    </a:cubicBezTo>
                                    <a:cubicBezTo>
                                      <a:pt x="98" y="119"/>
                                      <a:pt x="23" y="96"/>
                                      <a:pt x="99" y="115"/>
                                    </a:cubicBezTo>
                                    <a:cubicBezTo>
                                      <a:pt x="123" y="152"/>
                                      <a:pt x="144" y="166"/>
                                      <a:pt x="187" y="177"/>
                                    </a:cubicBezTo>
                                    <a:cubicBezTo>
                                      <a:pt x="150" y="153"/>
                                      <a:pt x="149" y="136"/>
                                      <a:pt x="107" y="115"/>
                                    </a:cubicBezTo>
                                    <a:cubicBezTo>
                                      <a:pt x="73" y="69"/>
                                      <a:pt x="26" y="50"/>
                                      <a:pt x="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255.1pt;margin-top:10pt;width:9.35pt;height:8.8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,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" path="m1,c4,27,,55,10,80v4,9,18,5,27,9c98,119,23,96,99,115v24,37,45,51,88,62c150,153,149,136,107,115,73,69,26,50,1,xe" fillcolor="#0d0d0d [3069]" strokecolor="black [3213]">
                      <v:path arrowok="t" o:connecttype="custom" o:connectlocs="635,0;6350,50800;23495,56515;62865,73025;118745,112395;67945,73025;635,0" o:connectangles="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75F0392" wp14:editId="7318D28D">
                      <wp:simplePos x="0" y="0"/>
                      <wp:positionH relativeFrom="column">
                        <wp:posOffset>3202305</wp:posOffset>
                      </wp:positionH>
                      <wp:positionV relativeFrom="paragraph">
                        <wp:posOffset>194310</wp:posOffset>
                      </wp:positionV>
                      <wp:extent cx="144780" cy="106680"/>
                      <wp:effectExtent l="8890" t="13970" r="8255" b="12700"/>
                      <wp:wrapNone/>
                      <wp:docPr id="129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4780" cy="106680"/>
                              </a:xfrm>
                              <a:custGeom>
                                <a:avLst/>
                                <a:gdLst>
                                  <a:gd name="T0" fmla="*/ 16 w 228"/>
                                  <a:gd name="T1" fmla="*/ 0 h 168"/>
                                  <a:gd name="T2" fmla="*/ 43 w 228"/>
                                  <a:gd name="T3" fmla="*/ 18 h 168"/>
                                  <a:gd name="T4" fmla="*/ 69 w 228"/>
                                  <a:gd name="T5" fmla="*/ 9 h 168"/>
                                  <a:gd name="T6" fmla="*/ 96 w 228"/>
                                  <a:gd name="T7" fmla="*/ 36 h 168"/>
                                  <a:gd name="T8" fmla="*/ 149 w 228"/>
                                  <a:gd name="T9" fmla="*/ 62 h 168"/>
                                  <a:gd name="T10" fmla="*/ 228 w 228"/>
                                  <a:gd name="T11" fmla="*/ 159 h 168"/>
                                  <a:gd name="T12" fmla="*/ 219 w 228"/>
                                  <a:gd name="T13" fmla="*/ 133 h 168"/>
                                  <a:gd name="T14" fmla="*/ 193 w 228"/>
                                  <a:gd name="T15" fmla="*/ 115 h 168"/>
                                  <a:gd name="T16" fmla="*/ 60 w 228"/>
                                  <a:gd name="T17" fmla="*/ 53 h 168"/>
                                  <a:gd name="T18" fmla="*/ 16 w 228"/>
                                  <a:gd name="T19" fmla="*/ 0 h 1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28" h="168">
                                    <a:moveTo>
                                      <a:pt x="16" y="0"/>
                                    </a:moveTo>
                                    <a:cubicBezTo>
                                      <a:pt x="25" y="6"/>
                                      <a:pt x="32" y="16"/>
                                      <a:pt x="43" y="18"/>
                                    </a:cubicBezTo>
                                    <a:cubicBezTo>
                                      <a:pt x="52" y="20"/>
                                      <a:pt x="60" y="6"/>
                                      <a:pt x="69" y="9"/>
                                    </a:cubicBezTo>
                                    <a:cubicBezTo>
                                      <a:pt x="81" y="13"/>
                                      <a:pt x="86" y="28"/>
                                      <a:pt x="96" y="36"/>
                                    </a:cubicBezTo>
                                    <a:cubicBezTo>
                                      <a:pt x="118" y="54"/>
                                      <a:pt x="123" y="53"/>
                                      <a:pt x="149" y="62"/>
                                    </a:cubicBezTo>
                                    <a:cubicBezTo>
                                      <a:pt x="190" y="90"/>
                                      <a:pt x="228" y="95"/>
                                      <a:pt x="228" y="159"/>
                                    </a:cubicBezTo>
                                    <a:cubicBezTo>
                                      <a:pt x="228" y="168"/>
                                      <a:pt x="225" y="140"/>
                                      <a:pt x="219" y="133"/>
                                    </a:cubicBezTo>
                                    <a:cubicBezTo>
                                      <a:pt x="212" y="125"/>
                                      <a:pt x="201" y="122"/>
                                      <a:pt x="193" y="115"/>
                                    </a:cubicBezTo>
                                    <a:cubicBezTo>
                                      <a:pt x="135" y="67"/>
                                      <a:pt x="134" y="72"/>
                                      <a:pt x="60" y="53"/>
                                    </a:cubicBezTo>
                                    <a:cubicBezTo>
                                      <a:pt x="17" y="25"/>
                                      <a:pt x="0" y="48"/>
                                      <a:pt x="1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252.15pt;margin-top:15.3pt;width:11.4pt;height:8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,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" path="m16,v9,6,16,16,27,18c52,20,60,6,69,9v12,4,17,19,27,27c118,54,123,53,149,62v41,28,79,33,79,97c228,168,225,140,219,133v-7,-8,-18,-11,-26,-18c135,67,134,72,60,53,17,25,,48,16,xe" fillcolor="#0d0d0d [3069]" strokecolor="black [3213]">
                      <v:path arrowok="t" o:connecttype="custom" o:connectlocs="10160,0;27305,11430;43815,5715;60960,22860;94615,39370;144780,100965;139065,84455;122555,73025;38100,33655;10160,0" o:connectangles="0,0,0,0,0,0,0,0,0,0"/>
                    </v:shape>
                  </w:pict>
                </mc:Fallback>
              </mc:AlternateContent>
            </w:r>
          </w:p>
          <w:p w:rsidR="00734451" w:rsidRPr="00734451" w:rsidRDefault="00502235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A525540" wp14:editId="639D2C9F">
                      <wp:simplePos x="0" y="0"/>
                      <wp:positionH relativeFrom="column">
                        <wp:posOffset>3204210</wp:posOffset>
                      </wp:positionH>
                      <wp:positionV relativeFrom="paragraph">
                        <wp:posOffset>82550</wp:posOffset>
                      </wp:positionV>
                      <wp:extent cx="168910" cy="1196975"/>
                      <wp:effectExtent l="10795" t="6985" r="10795" b="5715"/>
                      <wp:wrapNone/>
                      <wp:docPr id="128" name="Freefor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8910" cy="1196975"/>
                              </a:xfrm>
                              <a:custGeom>
                                <a:avLst/>
                                <a:gdLst>
                                  <a:gd name="T0" fmla="*/ 0 w 266"/>
                                  <a:gd name="T1" fmla="*/ 115 h 1885"/>
                                  <a:gd name="T2" fmla="*/ 147 w 266"/>
                                  <a:gd name="T3" fmla="*/ 362 h 1885"/>
                                  <a:gd name="T4" fmla="*/ 147 w 266"/>
                                  <a:gd name="T5" fmla="*/ 495 h 1885"/>
                                  <a:gd name="T6" fmla="*/ 75 w 266"/>
                                  <a:gd name="T7" fmla="*/ 1369 h 1885"/>
                                  <a:gd name="T8" fmla="*/ 40 w 266"/>
                                  <a:gd name="T9" fmla="*/ 1864 h 1885"/>
                                  <a:gd name="T10" fmla="*/ 119 w 266"/>
                                  <a:gd name="T11" fmla="*/ 1493 h 1885"/>
                                  <a:gd name="T12" fmla="*/ 243 w 266"/>
                                  <a:gd name="T13" fmla="*/ 618 h 1885"/>
                                  <a:gd name="T14" fmla="*/ 234 w 266"/>
                                  <a:gd name="T15" fmla="*/ 345 h 1885"/>
                                  <a:gd name="T16" fmla="*/ 49 w 266"/>
                                  <a:gd name="T17" fmla="*/ 0 h 18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66" h="1885">
                                    <a:moveTo>
                                      <a:pt x="0" y="115"/>
                                    </a:moveTo>
                                    <a:cubicBezTo>
                                      <a:pt x="61" y="207"/>
                                      <a:pt x="123" y="299"/>
                                      <a:pt x="147" y="362"/>
                                    </a:cubicBezTo>
                                    <a:cubicBezTo>
                                      <a:pt x="171" y="425"/>
                                      <a:pt x="159" y="327"/>
                                      <a:pt x="147" y="495"/>
                                    </a:cubicBezTo>
                                    <a:cubicBezTo>
                                      <a:pt x="135" y="663"/>
                                      <a:pt x="93" y="1141"/>
                                      <a:pt x="75" y="1369"/>
                                    </a:cubicBezTo>
                                    <a:cubicBezTo>
                                      <a:pt x="57" y="1597"/>
                                      <a:pt x="33" y="1843"/>
                                      <a:pt x="40" y="1864"/>
                                    </a:cubicBezTo>
                                    <a:cubicBezTo>
                                      <a:pt x="47" y="1885"/>
                                      <a:pt x="85" y="1701"/>
                                      <a:pt x="119" y="1493"/>
                                    </a:cubicBezTo>
                                    <a:cubicBezTo>
                                      <a:pt x="153" y="1285"/>
                                      <a:pt x="224" y="809"/>
                                      <a:pt x="243" y="618"/>
                                    </a:cubicBezTo>
                                    <a:cubicBezTo>
                                      <a:pt x="262" y="427"/>
                                      <a:pt x="266" y="448"/>
                                      <a:pt x="234" y="345"/>
                                    </a:cubicBezTo>
                                    <a:cubicBezTo>
                                      <a:pt x="202" y="242"/>
                                      <a:pt x="88" y="72"/>
                                      <a:pt x="49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6" o:spid="_x0000_s1026" style="position:absolute;margin-left:252.3pt;margin-top:6.5pt;width:13.3pt;height:94.2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6,18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" path="m,115v61,92,123,184,147,247c171,425,159,327,147,495,135,663,93,1141,75,1369,57,1597,33,1843,40,1864v7,21,45,-163,79,-371c153,1285,224,809,243,618,262,427,266,448,234,345,202,242,88,72,49,e" filled="f" strokecolor="#7f7f7f [1612]">
                      <v:path arrowok="t" o:connecttype="custom" o:connectlocs="0,73025;93345,229870;93345,314325;47625,869315;25400,1183640;75565,948055;154305,392430;148590,219075;31115,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FC5CEB1" wp14:editId="02972A9B">
                      <wp:simplePos x="0" y="0"/>
                      <wp:positionH relativeFrom="column">
                        <wp:posOffset>3027680</wp:posOffset>
                      </wp:positionH>
                      <wp:positionV relativeFrom="paragraph">
                        <wp:posOffset>155575</wp:posOffset>
                      </wp:positionV>
                      <wp:extent cx="176530" cy="1492250"/>
                      <wp:effectExtent l="5715" t="13335" r="8255" b="8890"/>
                      <wp:wrapNone/>
                      <wp:docPr id="31" name="Freeform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6530" cy="1492250"/>
                              </a:xfrm>
                              <a:custGeom>
                                <a:avLst/>
                                <a:gdLst>
                                  <a:gd name="T0" fmla="*/ 278 w 278"/>
                                  <a:gd name="T1" fmla="*/ 0 h 2350"/>
                                  <a:gd name="T2" fmla="*/ 185 w 278"/>
                                  <a:gd name="T3" fmla="*/ 689 h 2350"/>
                                  <a:gd name="T4" fmla="*/ 168 w 278"/>
                                  <a:gd name="T5" fmla="*/ 1502 h 2350"/>
                                  <a:gd name="T6" fmla="*/ 123 w 278"/>
                                  <a:gd name="T7" fmla="*/ 2067 h 2350"/>
                                  <a:gd name="T8" fmla="*/ 0 w 278"/>
                                  <a:gd name="T9" fmla="*/ 2350 h 23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78" h="2350">
                                    <a:moveTo>
                                      <a:pt x="278" y="0"/>
                                    </a:moveTo>
                                    <a:cubicBezTo>
                                      <a:pt x="240" y="219"/>
                                      <a:pt x="203" y="439"/>
                                      <a:pt x="185" y="689"/>
                                    </a:cubicBezTo>
                                    <a:cubicBezTo>
                                      <a:pt x="167" y="939"/>
                                      <a:pt x="178" y="1272"/>
                                      <a:pt x="168" y="1502"/>
                                    </a:cubicBezTo>
                                    <a:cubicBezTo>
                                      <a:pt x="158" y="1732"/>
                                      <a:pt x="151" y="1926"/>
                                      <a:pt x="123" y="2067"/>
                                    </a:cubicBezTo>
                                    <a:cubicBezTo>
                                      <a:pt x="95" y="2208"/>
                                      <a:pt x="26" y="2291"/>
                                      <a:pt x="0" y="23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chemeClr val="bg1">
                                    <a:lumMod val="5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5" o:spid="_x0000_s1026" style="position:absolute;margin-left:238.4pt;margin-top:12.25pt;width:13.9pt;height:11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8,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" path="m278,c240,219,203,439,185,689v-18,250,-7,583,-17,813c158,1732,151,1926,123,2067,95,2208,26,2291,,2350e" filled="f" strokecolor="#7f7f7f [1612]">
                      <v:path arrowok="t" o:connecttype="custom" o:connectlocs="176530,0;117475,437515;106680,953770;78105,1312545;0,1492250" o:connectangles="0,0,0,0,0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Default="00734451" w:rsidP="00734451"/>
          <w:p w:rsidR="00813362" w:rsidRPr="00734451" w:rsidRDefault="00734451" w:rsidP="00734451">
            <w:pPr>
              <w:tabs>
                <w:tab w:val="left" w:pos="6345"/>
              </w:tabs>
            </w:pPr>
            <w:r>
              <w:tab/>
            </w:r>
          </w:p>
        </w:tc>
      </w:tr>
      <w:tr w:rsidR="009E0202" w:rsidRPr="00316518" w:rsidTr="007545D8">
        <w:trPr>
          <w:trHeight w:hRule="exact" w:val="718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316518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316518">
              <w:rPr>
                <w:sz w:val="21"/>
                <w:szCs w:val="21"/>
              </w:rPr>
              <w:lastRenderedPageBreak/>
              <w:t>Report:</w:t>
            </w:r>
          </w:p>
          <w:p w:rsidR="007545D8" w:rsidRPr="007545D8" w:rsidRDefault="007545D8" w:rsidP="007545D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Abdomen</w:t>
            </w:r>
          </w:p>
          <w:p w:rsidR="007545D8" w:rsidRPr="007545D8" w:rsidRDefault="007545D8" w:rsidP="007545D8">
            <w:r>
              <w:t>The abdominal A</w:t>
            </w:r>
            <w:r w:rsidR="00502235">
              <w:t xml:space="preserve">orta is </w:t>
            </w:r>
            <w:proofErr w:type="spellStart"/>
            <w:r w:rsidR="00502235">
              <w:t>ectatic</w:t>
            </w:r>
            <w:proofErr w:type="spellEnd"/>
            <w:r w:rsidR="00502235">
              <w:t xml:space="preserve"> with a max measurement of 2.6cm AP x 2.8cm TRANS. </w:t>
            </w:r>
            <w:r>
              <w:t>The Common and External Iliac arteries are patent with tri-biphasic waveforms noted and no significant stenosis.</w:t>
            </w:r>
          </w:p>
          <w:p w:rsidR="007545D8" w:rsidRPr="007545D8" w:rsidRDefault="007545D8" w:rsidP="007545D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fldChar w:fldCharType="begin"/>
            </w:r>
            <w:r>
              <w:rPr>
                <w:b/>
                <w:u w:val="single"/>
              </w:rPr>
              <w:instrText xml:space="preserve"> AUTOTEXT  exams.names  \* MERGEFORMAT </w:instrText>
            </w:r>
            <w:r>
              <w:rPr>
                <w:b/>
                <w:u w:val="single"/>
              </w:rPr>
              <w:fldChar w:fldCharType="separate"/>
            </w:r>
            <w:r>
              <w:rPr>
                <w:b/>
                <w:u w:val="single"/>
              </w:rPr>
              <w:t>US Doppler lower limb arteries Lt</w:t>
            </w:r>
            <w:r>
              <w:rPr>
                <w:b/>
                <w:u w:val="single"/>
              </w:rPr>
              <w:fldChar w:fldCharType="end"/>
            </w:r>
            <w:r>
              <w:rPr>
                <w:b/>
                <w:u w:val="single"/>
              </w:rPr>
              <w:t>:</w:t>
            </w:r>
          </w:p>
          <w:p w:rsidR="007545D8" w:rsidRDefault="007545D8" w:rsidP="007545D8">
            <w:pPr>
              <w:jc w:val="both"/>
            </w:pPr>
            <w:bookmarkStart w:id="1" w:name="BODY"/>
            <w:bookmarkEnd w:id="1"/>
            <w:r>
              <w:t>The Common Femoral, Profunda Femoral, Superficial Femoral and Popliteal arteries are patent with triphasic waveforms detected, no significant stenosis noted.</w:t>
            </w:r>
            <w:r w:rsidR="00CA361D">
              <w:t xml:space="preserve"> Mild diffuse calcification is noted in the arterial tree of the thigh. </w:t>
            </w:r>
          </w:p>
          <w:p w:rsidR="007545D8" w:rsidRDefault="007545D8" w:rsidP="007545D8">
            <w:pPr>
              <w:jc w:val="both"/>
            </w:pPr>
            <w:r>
              <w:t xml:space="preserve">The </w:t>
            </w:r>
            <w:proofErr w:type="spellStart"/>
            <w:r>
              <w:t>Tibio</w:t>
            </w:r>
            <w:proofErr w:type="spellEnd"/>
            <w:r>
              <w:t>-Peroneal Trunk Posterior Tibial arteries are patent with hypereamic waveforms to the ankle.</w:t>
            </w:r>
          </w:p>
          <w:p w:rsidR="007545D8" w:rsidRDefault="007545D8" w:rsidP="007545D8">
            <w:pPr>
              <w:jc w:val="both"/>
            </w:pPr>
            <w:r>
              <w:t xml:space="preserve">The peroneal artery is patent with hypereamic waveforms to the ankle. </w:t>
            </w:r>
          </w:p>
          <w:p w:rsidR="007545D8" w:rsidRDefault="007545D8" w:rsidP="007545D8">
            <w:pPr>
              <w:jc w:val="both"/>
            </w:pPr>
            <w:r>
              <w:t xml:space="preserve">The PTA is patent with triphasic waveforms to the ankle with diffuse calcification noted. </w:t>
            </w:r>
          </w:p>
          <w:p w:rsidR="007545D8" w:rsidRDefault="007545D8" w:rsidP="007545D8">
            <w:pPr>
              <w:jc w:val="both"/>
              <w:rPr>
                <w:b/>
                <w:u w:val="single"/>
              </w:rPr>
            </w:pPr>
            <w:r>
              <w:t xml:space="preserve">A max PSV of 3.0m/s in the proximal ATA with a PSVR of 3.5 suggests a &gt;75 % stenosis, with hypereamic waveforms noted distally. </w:t>
            </w:r>
            <w:r w:rsidR="00502235">
              <w:t xml:space="preserve">Calcific atheroma is noted proximally causing signal loss. </w:t>
            </w:r>
          </w:p>
          <w:p w:rsidR="009E0202" w:rsidRDefault="007545D8" w:rsidP="007545D8">
            <w:pPr>
              <w:jc w:val="both"/>
            </w:pPr>
            <w:r>
              <w:t>An abnormal TPBI is noted of 0.43</w:t>
            </w:r>
          </w:p>
          <w:p w:rsidR="007545D8" w:rsidRDefault="007545D8" w:rsidP="007545D8">
            <w:pPr>
              <w:jc w:val="both"/>
            </w:pPr>
            <w:r>
              <w:t>Brachial 164mmHg</w:t>
            </w:r>
          </w:p>
          <w:p w:rsidR="007545D8" w:rsidRDefault="007545D8" w:rsidP="007545D8">
            <w:pPr>
              <w:jc w:val="both"/>
            </w:pPr>
            <w:r>
              <w:t xml:space="preserve">Left Toe 70mmHg. </w:t>
            </w:r>
          </w:p>
          <w:p w:rsidR="007545D8" w:rsidRPr="00316518" w:rsidRDefault="007545D8" w:rsidP="007545D8">
            <w:pPr>
              <w:jc w:val="both"/>
              <w:rPr>
                <w:sz w:val="21"/>
                <w:szCs w:val="21"/>
              </w:rPr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316518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D8" w:rsidRDefault="007545D8" w:rsidP="005748E3">
      <w:pPr>
        <w:spacing w:after="0" w:line="240" w:lineRule="auto"/>
      </w:pPr>
      <w:r>
        <w:separator/>
      </w:r>
    </w:p>
  </w:endnote>
  <w:endnote w:type="continuationSeparator" w:id="0">
    <w:p w:rsidR="007545D8" w:rsidRDefault="007545D8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502235" w:rsidP="00734451">
    <w:pPr>
      <w:pStyle w:val="Footer"/>
      <w:spacing w:before="240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F221D78">
              <wp:simplePos x="0" y="0"/>
              <wp:positionH relativeFrom="column">
                <wp:posOffset>269875</wp:posOffset>
              </wp:positionH>
              <wp:positionV relativeFrom="paragraph">
                <wp:posOffset>-1040130</wp:posOffset>
              </wp:positionV>
              <wp:extent cx="6003925" cy="419100"/>
              <wp:effectExtent l="12700" t="7620" r="3175" b="11430"/>
              <wp:wrapNone/>
              <wp:docPr id="1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9" name="Group 11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0" name="Group 11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1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147B4" w:rsidRPr="00734451" w:rsidRDefault="008147B4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Black colour fill indicates </w:t>
                                </w:r>
                                <w:r w:rsidR="00A254D2" w:rsidRPr="00734451">
                                  <w:rPr>
                                    <w:sz w:val="12"/>
                                    <w:szCs w:val="12"/>
                                  </w:rPr>
                                  <w:t xml:space="preserve">stenosis or </w:t>
                                </w: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12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4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A254D2" w:rsidRPr="00734451" w:rsidRDefault="0086335B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6" name="Group 11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7" name="Group 99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8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6335B" w:rsidRPr="00734451" w:rsidRDefault="0086335B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18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37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38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39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6335B" w:rsidRPr="00734451" w:rsidRDefault="0086335B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 xml:space="preserve">Grey box indicates acoustic shadowing from </w:t>
                                  </w:r>
                                  <w:r w:rsidR="00734451" w:rsidRPr="00734451">
                                    <w:rPr>
                                      <w:sz w:val="12"/>
                                      <w:szCs w:val="12"/>
                                    </w:rPr>
                                    <w:t>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0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42" name="AutoShap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3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147B4" w:rsidRPr="00734451" w:rsidRDefault="0086335B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31" style="position:absolute;margin-left:21.25pt;margin-top:-81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">
              <v:group id="Group 117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11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82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8147B4" w:rsidRPr="00734451" w:rsidRDefault="008147B4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colour fill indicates </w:t>
                          </w:r>
                          <w:r w:rsidR="00A254D2" w:rsidRPr="00734451">
                            <w:rPr>
                              <w:sz w:val="12"/>
                              <w:szCs w:val="12"/>
                            </w:rPr>
                            <w:t xml:space="preserve">stenosis or </w:t>
                          </w:r>
                          <w:r w:rsidRPr="00734451">
                            <w:rPr>
                              <w:sz w:val="12"/>
                              <w:szCs w:val="12"/>
                            </w:rPr>
                            <w:t>occlusion</w:t>
                          </w:r>
                        </w:p>
                      </w:txbxContent>
                    </v:textbox>
                  </v:shape>
                </v:group>
                <v:group id="Group 112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1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2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A254D2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19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99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4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95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96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86335B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8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0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97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98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86335B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 xml:space="preserve">Grey box indicates acoustic shadowing from </w:t>
                            </w:r>
                            <w:r w:rsidR="00734451" w:rsidRPr="00734451">
                              <w:rPr>
                                <w:sz w:val="12"/>
                                <w:szCs w:val="12"/>
                              </w:rPr>
                              <w:t>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86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87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8147B4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F221D79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D8" w:rsidRDefault="007545D8" w:rsidP="005748E3">
      <w:pPr>
        <w:spacing w:after="0" w:line="240" w:lineRule="auto"/>
      </w:pPr>
      <w:r>
        <w:separator/>
      </w:r>
    </w:p>
  </w:footnote>
  <w:footnote w:type="continuationSeparator" w:id="0">
    <w:p w:rsidR="007545D8" w:rsidRDefault="007545D8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502235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F221D72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F221D73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F221D74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50223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1" locked="1" layoutInCell="0" allowOverlap="1" wp14:anchorId="4CF99592">
          <wp:simplePos x="0" y="0"/>
          <wp:positionH relativeFrom="page">
            <wp:posOffset>2974975</wp:posOffset>
          </wp:positionH>
          <wp:positionV relativeFrom="page">
            <wp:posOffset>3359150</wp:posOffset>
          </wp:positionV>
          <wp:extent cx="1620520" cy="5598160"/>
          <wp:effectExtent l="0" t="0" r="0" b="2540"/>
          <wp:wrapNone/>
          <wp:docPr id="141" name="Picture 141" descr="Lef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1" descr="Lef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880" t="5458"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559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F221D76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F221D77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,#b2b2b2"/>
      <o:colormenu v:ext="edit" fillcolor="none [3069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5D8"/>
    <w:rsid w:val="00000CAF"/>
    <w:rsid w:val="00002C57"/>
    <w:rsid w:val="0002322E"/>
    <w:rsid w:val="000304A4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37D03"/>
    <w:rsid w:val="0014708E"/>
    <w:rsid w:val="00156E8E"/>
    <w:rsid w:val="00186F8F"/>
    <w:rsid w:val="00191142"/>
    <w:rsid w:val="001A0461"/>
    <w:rsid w:val="001A2E3B"/>
    <w:rsid w:val="001A7AF4"/>
    <w:rsid w:val="001C0F37"/>
    <w:rsid w:val="001C2A3A"/>
    <w:rsid w:val="001C3912"/>
    <w:rsid w:val="001F44A2"/>
    <w:rsid w:val="00210977"/>
    <w:rsid w:val="00217914"/>
    <w:rsid w:val="00226007"/>
    <w:rsid w:val="0023354F"/>
    <w:rsid w:val="002739C8"/>
    <w:rsid w:val="002867C0"/>
    <w:rsid w:val="002932DD"/>
    <w:rsid w:val="00293ED4"/>
    <w:rsid w:val="002A016B"/>
    <w:rsid w:val="002A76FD"/>
    <w:rsid w:val="002B3F67"/>
    <w:rsid w:val="002C6A41"/>
    <w:rsid w:val="002D4419"/>
    <w:rsid w:val="002D613D"/>
    <w:rsid w:val="002D7122"/>
    <w:rsid w:val="002E04BC"/>
    <w:rsid w:val="00316518"/>
    <w:rsid w:val="003234AA"/>
    <w:rsid w:val="00324212"/>
    <w:rsid w:val="00352F64"/>
    <w:rsid w:val="00373EF8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53A0"/>
    <w:rsid w:val="004520A0"/>
    <w:rsid w:val="0046220F"/>
    <w:rsid w:val="00477D62"/>
    <w:rsid w:val="004A3BCC"/>
    <w:rsid w:val="004C122B"/>
    <w:rsid w:val="004C3925"/>
    <w:rsid w:val="004E0025"/>
    <w:rsid w:val="004E1746"/>
    <w:rsid w:val="004E3E95"/>
    <w:rsid w:val="004F4E3F"/>
    <w:rsid w:val="00502235"/>
    <w:rsid w:val="005042CB"/>
    <w:rsid w:val="005060EC"/>
    <w:rsid w:val="00525F48"/>
    <w:rsid w:val="00542E89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12F5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57E8"/>
    <w:rsid w:val="00656DF2"/>
    <w:rsid w:val="0067732A"/>
    <w:rsid w:val="006D3CE8"/>
    <w:rsid w:val="00701D82"/>
    <w:rsid w:val="007102C1"/>
    <w:rsid w:val="007112FB"/>
    <w:rsid w:val="00721A7D"/>
    <w:rsid w:val="00734451"/>
    <w:rsid w:val="00741B96"/>
    <w:rsid w:val="007545D8"/>
    <w:rsid w:val="0076009C"/>
    <w:rsid w:val="0078169E"/>
    <w:rsid w:val="00794F40"/>
    <w:rsid w:val="007D1C83"/>
    <w:rsid w:val="00803E28"/>
    <w:rsid w:val="00804042"/>
    <w:rsid w:val="00811182"/>
    <w:rsid w:val="00813362"/>
    <w:rsid w:val="008147B4"/>
    <w:rsid w:val="00826BA1"/>
    <w:rsid w:val="00835F01"/>
    <w:rsid w:val="00854725"/>
    <w:rsid w:val="0086335B"/>
    <w:rsid w:val="00880184"/>
    <w:rsid w:val="00893153"/>
    <w:rsid w:val="008A7D65"/>
    <w:rsid w:val="008B3BF4"/>
    <w:rsid w:val="008B3C2A"/>
    <w:rsid w:val="008C4F7F"/>
    <w:rsid w:val="008E77CD"/>
    <w:rsid w:val="00905131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D73E1"/>
    <w:rsid w:val="009E0202"/>
    <w:rsid w:val="009F19EF"/>
    <w:rsid w:val="009F70D4"/>
    <w:rsid w:val="00A03E68"/>
    <w:rsid w:val="00A04256"/>
    <w:rsid w:val="00A078E6"/>
    <w:rsid w:val="00A254D2"/>
    <w:rsid w:val="00A43026"/>
    <w:rsid w:val="00A46516"/>
    <w:rsid w:val="00A62728"/>
    <w:rsid w:val="00A90B05"/>
    <w:rsid w:val="00A90F95"/>
    <w:rsid w:val="00AA2AD4"/>
    <w:rsid w:val="00AB09A7"/>
    <w:rsid w:val="00AB7058"/>
    <w:rsid w:val="00AD6424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C5836"/>
    <w:rsid w:val="00BE046B"/>
    <w:rsid w:val="00C003DC"/>
    <w:rsid w:val="00C14503"/>
    <w:rsid w:val="00C24FD1"/>
    <w:rsid w:val="00C36AA5"/>
    <w:rsid w:val="00C44E9D"/>
    <w:rsid w:val="00C64AE2"/>
    <w:rsid w:val="00C71224"/>
    <w:rsid w:val="00C90BFA"/>
    <w:rsid w:val="00C943BB"/>
    <w:rsid w:val="00CA361D"/>
    <w:rsid w:val="00CB3119"/>
    <w:rsid w:val="00D013D8"/>
    <w:rsid w:val="00D065FF"/>
    <w:rsid w:val="00D35CC3"/>
    <w:rsid w:val="00D63969"/>
    <w:rsid w:val="00D86277"/>
    <w:rsid w:val="00D94904"/>
    <w:rsid w:val="00DC01AB"/>
    <w:rsid w:val="00DC5770"/>
    <w:rsid w:val="00DD0B20"/>
    <w:rsid w:val="00DF1DE9"/>
    <w:rsid w:val="00E26225"/>
    <w:rsid w:val="00E32912"/>
    <w:rsid w:val="00E339E8"/>
    <w:rsid w:val="00E4100D"/>
    <w:rsid w:val="00E463E3"/>
    <w:rsid w:val="00E6169F"/>
    <w:rsid w:val="00E61ACC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50627"/>
    <w:rsid w:val="00F6355A"/>
    <w:rsid w:val="00F959B6"/>
    <w:rsid w:val="00F97841"/>
    <w:rsid w:val="00FA7ABC"/>
    <w:rsid w:val="00FC7FAB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,#b2b2b2"/>
      <o:colormenu v:ext="edit" fillcolor="none [306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lower%20limb%20arterial%20templates\Left%20Lower%20Limb%20-%20Arterial%20Dupl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Left Lower Limb - Arterial Duplex</Template>
  <TotalTime>17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4</cp:revision>
  <cp:lastPrinted>2019-01-18T11:11:00Z</cp:lastPrinted>
  <dcterms:created xsi:type="dcterms:W3CDTF">2019-09-03T08:58:00Z</dcterms:created>
  <dcterms:modified xsi:type="dcterms:W3CDTF">2019-10-15T08:23:00Z</dcterms:modified>
</cp:coreProperties>
</file>